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B735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C3BF1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086DF4D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066B9">
        <w:rPr>
          <w:rFonts w:ascii="Corbel" w:hAnsi="Corbel"/>
          <w:b/>
          <w:smallCaps/>
          <w:sz w:val="24"/>
          <w:szCs w:val="24"/>
        </w:rPr>
        <w:t>20</w:t>
      </w:r>
      <w:r w:rsidR="00E845EF">
        <w:rPr>
          <w:rFonts w:ascii="Corbel" w:hAnsi="Corbel"/>
          <w:b/>
          <w:smallCaps/>
          <w:sz w:val="24"/>
          <w:szCs w:val="24"/>
        </w:rPr>
        <w:t>19</w:t>
      </w:r>
      <w:r w:rsidR="00F066B9">
        <w:rPr>
          <w:rFonts w:ascii="Corbel" w:hAnsi="Corbel"/>
          <w:b/>
          <w:smallCaps/>
          <w:sz w:val="24"/>
          <w:szCs w:val="24"/>
        </w:rPr>
        <w:t>-202</w:t>
      </w:r>
      <w:r w:rsidR="00E845EF">
        <w:rPr>
          <w:rFonts w:ascii="Corbel" w:hAnsi="Corbel"/>
          <w:b/>
          <w:smallCaps/>
          <w:sz w:val="24"/>
          <w:szCs w:val="24"/>
        </w:rPr>
        <w:t>2</w:t>
      </w:r>
    </w:p>
    <w:p w14:paraId="51314FC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BCF92F0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6737D">
        <w:rPr>
          <w:rFonts w:ascii="Corbel" w:hAnsi="Corbel"/>
          <w:sz w:val="20"/>
          <w:szCs w:val="20"/>
        </w:rPr>
        <w:t>202</w:t>
      </w:r>
      <w:r w:rsidR="00E845EF">
        <w:rPr>
          <w:rFonts w:ascii="Corbel" w:hAnsi="Corbel"/>
          <w:sz w:val="20"/>
          <w:szCs w:val="20"/>
        </w:rPr>
        <w:t>0</w:t>
      </w:r>
      <w:r w:rsidR="00F066B9">
        <w:rPr>
          <w:rFonts w:ascii="Corbel" w:hAnsi="Corbel"/>
          <w:sz w:val="20"/>
          <w:szCs w:val="20"/>
        </w:rPr>
        <w:t>/202</w:t>
      </w:r>
      <w:r w:rsidR="00E845EF">
        <w:rPr>
          <w:rFonts w:ascii="Corbel" w:hAnsi="Corbel"/>
          <w:sz w:val="20"/>
          <w:szCs w:val="20"/>
        </w:rPr>
        <w:t>1</w:t>
      </w:r>
    </w:p>
    <w:p w14:paraId="1544E53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1A5B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C9AACD" w14:textId="77777777" w:rsidTr="0093240D">
        <w:tc>
          <w:tcPr>
            <w:tcW w:w="2694" w:type="dxa"/>
            <w:vAlign w:val="center"/>
          </w:tcPr>
          <w:p w14:paraId="013CD16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390035" w14:textId="77777777" w:rsidR="0085747A" w:rsidRPr="0093240D" w:rsidRDefault="001106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>Polityka społeczna</w:t>
            </w:r>
          </w:p>
        </w:tc>
      </w:tr>
      <w:tr w:rsidR="0085747A" w:rsidRPr="009C54AE" w14:paraId="754FD9D3" w14:textId="77777777" w:rsidTr="0093240D">
        <w:tc>
          <w:tcPr>
            <w:tcW w:w="2694" w:type="dxa"/>
            <w:vAlign w:val="center"/>
          </w:tcPr>
          <w:p w14:paraId="41AA4CA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4AB007" w14:textId="77777777" w:rsidR="0085747A" w:rsidRPr="0093240D" w:rsidRDefault="009324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bCs/>
                <w:sz w:val="24"/>
                <w:szCs w:val="24"/>
              </w:rPr>
              <w:t>P1S[3]O_01</w:t>
            </w:r>
          </w:p>
        </w:tc>
      </w:tr>
      <w:tr w:rsidR="0085747A" w:rsidRPr="009C54AE" w14:paraId="62B564D7" w14:textId="77777777" w:rsidTr="0093240D">
        <w:tc>
          <w:tcPr>
            <w:tcW w:w="2694" w:type="dxa"/>
            <w:vAlign w:val="center"/>
          </w:tcPr>
          <w:p w14:paraId="1364795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8F40CB" w14:textId="77777777" w:rsidR="0085747A" w:rsidRPr="0093240D" w:rsidRDefault="009324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3240D" w:rsidRPr="009C54AE" w14:paraId="15731EEC" w14:textId="77777777" w:rsidTr="0093240D">
        <w:tc>
          <w:tcPr>
            <w:tcW w:w="2694" w:type="dxa"/>
            <w:vAlign w:val="center"/>
          </w:tcPr>
          <w:p w14:paraId="63EA75AD" w14:textId="77777777" w:rsidR="0093240D" w:rsidRPr="009C54AE" w:rsidRDefault="0093240D" w:rsidP="009324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16B6E" w14:textId="77777777" w:rsidR="0093240D" w:rsidRPr="0093240D" w:rsidRDefault="0093240D" w:rsidP="009324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93240D" w:rsidRPr="009C54AE" w14:paraId="2098F079" w14:textId="77777777" w:rsidTr="0093240D">
        <w:tc>
          <w:tcPr>
            <w:tcW w:w="2694" w:type="dxa"/>
            <w:vAlign w:val="center"/>
          </w:tcPr>
          <w:p w14:paraId="7C7613E7" w14:textId="77777777" w:rsidR="0093240D" w:rsidRPr="009C54AE" w:rsidRDefault="0093240D" w:rsidP="009324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E692C2" w14:textId="77777777" w:rsidR="0093240D" w:rsidRPr="0093240D" w:rsidRDefault="0093240D" w:rsidP="009324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93240D" w:rsidRPr="009C54AE" w14:paraId="491BE35E" w14:textId="77777777" w:rsidTr="0093240D">
        <w:tc>
          <w:tcPr>
            <w:tcW w:w="2694" w:type="dxa"/>
            <w:vAlign w:val="center"/>
          </w:tcPr>
          <w:p w14:paraId="264E1D30" w14:textId="77777777" w:rsidR="0093240D" w:rsidRPr="009C54AE" w:rsidRDefault="0093240D" w:rsidP="009324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C27C01" w14:textId="77777777" w:rsidR="0093240D" w:rsidRPr="0093240D" w:rsidRDefault="0093240D" w:rsidP="009324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93240D" w:rsidRPr="009C54AE" w14:paraId="26A75A1C" w14:textId="77777777" w:rsidTr="0093240D">
        <w:tc>
          <w:tcPr>
            <w:tcW w:w="2694" w:type="dxa"/>
            <w:vAlign w:val="center"/>
          </w:tcPr>
          <w:p w14:paraId="4DEE5F0B" w14:textId="77777777" w:rsidR="0093240D" w:rsidRPr="009C54AE" w:rsidRDefault="0093240D" w:rsidP="009324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C1174A" w14:textId="77777777" w:rsidR="0093240D" w:rsidRPr="0093240D" w:rsidRDefault="0093240D" w:rsidP="009324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93240D" w:rsidRPr="009C54AE" w14:paraId="59516538" w14:textId="77777777" w:rsidTr="0093240D">
        <w:tc>
          <w:tcPr>
            <w:tcW w:w="2694" w:type="dxa"/>
            <w:vAlign w:val="center"/>
          </w:tcPr>
          <w:p w14:paraId="7D38B10B" w14:textId="77777777" w:rsidR="0093240D" w:rsidRPr="009C54AE" w:rsidRDefault="0093240D" w:rsidP="009324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ED0124" w14:textId="77777777" w:rsidR="0093240D" w:rsidRPr="0093240D" w:rsidRDefault="0093240D" w:rsidP="009324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3240D" w:rsidRPr="009C54AE" w14:paraId="791BA377" w14:textId="77777777" w:rsidTr="0093240D">
        <w:tc>
          <w:tcPr>
            <w:tcW w:w="2694" w:type="dxa"/>
            <w:vAlign w:val="center"/>
          </w:tcPr>
          <w:p w14:paraId="22A4F675" w14:textId="77777777" w:rsidR="0093240D" w:rsidRPr="009C54AE" w:rsidRDefault="0093240D" w:rsidP="009324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8F9A35" w14:textId="77777777" w:rsidR="0093240D" w:rsidRPr="0093240D" w:rsidRDefault="0093240D" w:rsidP="009324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r w:rsidR="00F066B9">
              <w:rPr>
                <w:rFonts w:ascii="Corbel" w:hAnsi="Corbel"/>
                <w:b w:val="0"/>
                <w:sz w:val="24"/>
                <w:szCs w:val="24"/>
              </w:rPr>
              <w:t>semestr III</w:t>
            </w:r>
          </w:p>
        </w:tc>
      </w:tr>
      <w:tr w:rsidR="0093240D" w:rsidRPr="009C54AE" w14:paraId="724787B8" w14:textId="77777777" w:rsidTr="0093240D">
        <w:tc>
          <w:tcPr>
            <w:tcW w:w="2694" w:type="dxa"/>
            <w:vAlign w:val="center"/>
          </w:tcPr>
          <w:p w14:paraId="345AFF9F" w14:textId="77777777" w:rsidR="0093240D" w:rsidRPr="009C54AE" w:rsidRDefault="0093240D" w:rsidP="009324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0D461D" w14:textId="77777777" w:rsidR="0093240D" w:rsidRPr="0093240D" w:rsidRDefault="0093240D" w:rsidP="009324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3240D" w:rsidRPr="009C54AE" w14:paraId="78EE2AA2" w14:textId="77777777" w:rsidTr="0093240D">
        <w:tc>
          <w:tcPr>
            <w:tcW w:w="2694" w:type="dxa"/>
            <w:vAlign w:val="center"/>
          </w:tcPr>
          <w:p w14:paraId="3D2E9F18" w14:textId="77777777" w:rsidR="0093240D" w:rsidRPr="009C54AE" w:rsidRDefault="0093240D" w:rsidP="009324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9A424C" w14:textId="77777777" w:rsidR="0093240D" w:rsidRPr="0093240D" w:rsidRDefault="0093240D" w:rsidP="009324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93240D" w:rsidRPr="009C54AE" w14:paraId="31F8760C" w14:textId="77777777" w:rsidTr="0093240D">
        <w:tc>
          <w:tcPr>
            <w:tcW w:w="2694" w:type="dxa"/>
            <w:vAlign w:val="center"/>
          </w:tcPr>
          <w:p w14:paraId="63E67E90" w14:textId="77777777" w:rsidR="0093240D" w:rsidRPr="009C54AE" w:rsidRDefault="0093240D" w:rsidP="009324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C9241F1" w14:textId="77777777" w:rsidR="0093240D" w:rsidRPr="009C54AE" w:rsidRDefault="0093240D" w:rsidP="009324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Paweł Grata</w:t>
            </w:r>
          </w:p>
        </w:tc>
      </w:tr>
      <w:tr w:rsidR="0093240D" w:rsidRPr="009C54AE" w14:paraId="1204F7E6" w14:textId="77777777" w:rsidTr="0093240D">
        <w:tc>
          <w:tcPr>
            <w:tcW w:w="2694" w:type="dxa"/>
            <w:vAlign w:val="center"/>
          </w:tcPr>
          <w:p w14:paraId="23D56661" w14:textId="77777777" w:rsidR="0093240D" w:rsidRPr="009C54AE" w:rsidRDefault="0093240D" w:rsidP="009324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C55DAC" w14:textId="77777777" w:rsidR="0093240D" w:rsidRDefault="0093240D" w:rsidP="009324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Paweł Grata</w:t>
            </w:r>
          </w:p>
          <w:p w14:paraId="4AA75F6F" w14:textId="77777777" w:rsidR="0093240D" w:rsidRPr="009C54AE" w:rsidRDefault="0093240D" w:rsidP="009324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3A6EC7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CAC77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F52A3C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60EB3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6A938FC" w14:textId="77777777" w:rsidTr="00F066B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ACF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97445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68C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19B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562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017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22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FB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A6B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D40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EB6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C8309D8" w14:textId="77777777" w:rsidTr="00F066B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D6AA" w14:textId="77777777" w:rsidR="00015B8F" w:rsidRPr="009C54AE" w:rsidRDefault="00B6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1DA8" w14:textId="77777777" w:rsidR="00015B8F" w:rsidRPr="009C54AE" w:rsidRDefault="00B6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B76F" w14:textId="77777777" w:rsidR="00015B8F" w:rsidRPr="009C54AE" w:rsidRDefault="00B6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EB7A" w14:textId="77777777" w:rsidR="00015B8F" w:rsidRPr="009C54AE" w:rsidRDefault="00B6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6C1C" w14:textId="77777777" w:rsidR="00015B8F" w:rsidRPr="009C54AE" w:rsidRDefault="00B6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C17E9" w14:textId="77777777" w:rsidR="00015B8F" w:rsidRPr="009C54AE" w:rsidRDefault="00B6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FFCB" w14:textId="77777777" w:rsidR="00015B8F" w:rsidRPr="009C54AE" w:rsidRDefault="00B6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C06D" w14:textId="77777777" w:rsidR="00015B8F" w:rsidRPr="009C54AE" w:rsidRDefault="00B6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D97C" w14:textId="77777777" w:rsidR="00015B8F" w:rsidRPr="009C54AE" w:rsidRDefault="00B6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3341" w14:textId="77777777" w:rsidR="00015B8F" w:rsidRPr="009C54AE" w:rsidRDefault="00220D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A1D9D6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2B5A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32C2BF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9FE6F8" w14:textId="77777777" w:rsidR="0085747A" w:rsidRPr="009C54AE" w:rsidRDefault="00220D4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16C871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8682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3F9A6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125FDE" w14:textId="77777777" w:rsidR="009C54AE" w:rsidRDefault="007D6E92" w:rsidP="007D6E9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egzamin, ć</w:t>
      </w:r>
      <w:r w:rsidRPr="00872452">
        <w:rPr>
          <w:rFonts w:ascii="Corbel" w:hAnsi="Corbel"/>
          <w:b w:val="0"/>
          <w:smallCaps w:val="0"/>
          <w:szCs w:val="24"/>
        </w:rPr>
        <w:t>wi</w:t>
      </w:r>
      <w:r>
        <w:rPr>
          <w:rFonts w:ascii="Corbel" w:hAnsi="Corbel"/>
          <w:b w:val="0"/>
          <w:smallCaps w:val="0"/>
          <w:szCs w:val="24"/>
        </w:rPr>
        <w:t>czenia – zaliczenie z oceną</w:t>
      </w:r>
    </w:p>
    <w:p w14:paraId="24F49F5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90C4D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1F0F199" w14:textId="77777777" w:rsidTr="00745302">
        <w:tc>
          <w:tcPr>
            <w:tcW w:w="9670" w:type="dxa"/>
          </w:tcPr>
          <w:p w14:paraId="67DC1A7C" w14:textId="77777777" w:rsidR="0085747A" w:rsidRPr="000F4419" w:rsidRDefault="00F066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7D6E92" w:rsidRPr="000F4419">
              <w:rPr>
                <w:rFonts w:ascii="Corbel" w:hAnsi="Corbel"/>
                <w:b w:val="0"/>
                <w:smallCaps w:val="0"/>
                <w:szCs w:val="24"/>
              </w:rPr>
              <w:t>iedza z zakresu problemów współczesnego społeczeństwa, występujących w nim kwestii społecznych oraz sposobów oddziaływania na nie przez władze publiczne.</w:t>
            </w:r>
          </w:p>
        </w:tc>
      </w:tr>
    </w:tbl>
    <w:p w14:paraId="1371394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AFF3B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25EC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E550C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57DF8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C4F2352" w14:textId="77777777" w:rsidTr="00923D7D">
        <w:tc>
          <w:tcPr>
            <w:tcW w:w="851" w:type="dxa"/>
            <w:vAlign w:val="center"/>
          </w:tcPr>
          <w:p w14:paraId="5527B2C2" w14:textId="77777777" w:rsidR="0085747A" w:rsidRPr="000F441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441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F019F74" w14:textId="77777777" w:rsidR="0085747A" w:rsidRPr="000F4419" w:rsidRDefault="00D46B9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4419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Poznanie podstawowych pojęć, uwarunkowań, dziedzin i funkcji polityki społecznej.</w:t>
            </w:r>
          </w:p>
        </w:tc>
      </w:tr>
      <w:tr w:rsidR="0085747A" w:rsidRPr="009C54AE" w14:paraId="176140FF" w14:textId="77777777" w:rsidTr="00923D7D">
        <w:tc>
          <w:tcPr>
            <w:tcW w:w="851" w:type="dxa"/>
            <w:vAlign w:val="center"/>
          </w:tcPr>
          <w:p w14:paraId="730AD621" w14:textId="77777777" w:rsidR="0085747A" w:rsidRPr="000F4419" w:rsidRDefault="00D46B9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F441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C5ABEC" w14:textId="77777777" w:rsidR="0085747A" w:rsidRPr="000F4419" w:rsidRDefault="00D46B9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4419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Zdobycie umiejętności z zakresu analizy najistotniejszych problemów w realizacji polityki społecznej państwa i samorządów oraz zjawisk społeczno-gospodarczych w związku z tym zachodzących.</w:t>
            </w:r>
          </w:p>
        </w:tc>
      </w:tr>
      <w:tr w:rsidR="0085747A" w:rsidRPr="009C54AE" w14:paraId="6378025F" w14:textId="77777777" w:rsidTr="00923D7D">
        <w:tc>
          <w:tcPr>
            <w:tcW w:w="851" w:type="dxa"/>
            <w:vAlign w:val="center"/>
          </w:tcPr>
          <w:p w14:paraId="09073C53" w14:textId="77777777" w:rsidR="0085747A" w:rsidRPr="000F4419" w:rsidRDefault="00D46B9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441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5A203C8" w14:textId="77777777" w:rsidR="0085747A" w:rsidRPr="000F4419" w:rsidRDefault="00D46B9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4419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Identyfikowanie barier obecnych w rozwoju społecznym oraz poznanie sposobów ich usuwania.</w:t>
            </w:r>
          </w:p>
        </w:tc>
      </w:tr>
    </w:tbl>
    <w:p w14:paraId="0DFFD3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72D82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2DB704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DBD8872" w14:textId="77777777" w:rsidTr="00315AB5">
        <w:tc>
          <w:tcPr>
            <w:tcW w:w="1678" w:type="dxa"/>
            <w:vAlign w:val="center"/>
          </w:tcPr>
          <w:p w14:paraId="076FA71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6169FFE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A8A7BD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265DE32" w14:textId="77777777" w:rsidTr="00315AB5">
        <w:tc>
          <w:tcPr>
            <w:tcW w:w="1678" w:type="dxa"/>
          </w:tcPr>
          <w:p w14:paraId="1B28771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7A6DD352" w14:textId="77777777" w:rsidR="0085747A" w:rsidRPr="009C54AE" w:rsidRDefault="00AD7B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podstawową wiedzę na temat instytucji regionalnych, krajowych i międzynarodowych przeciwdziałających wykluczeniu społecznemu i działających na rzecz integracji społecznej</w:t>
            </w:r>
          </w:p>
        </w:tc>
        <w:tc>
          <w:tcPr>
            <w:tcW w:w="1865" w:type="dxa"/>
          </w:tcPr>
          <w:p w14:paraId="6250D770" w14:textId="77777777" w:rsidR="0085747A" w:rsidRPr="009C54AE" w:rsidRDefault="00AD7B2E" w:rsidP="00A652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652EE">
              <w:rPr>
                <w:rFonts w:ascii="Corbel" w:hAnsi="Corbel"/>
                <w:b w:val="0"/>
                <w:smallCaps w:val="0"/>
                <w:szCs w:val="24"/>
              </w:rPr>
              <w:t>W04</w:t>
            </w:r>
          </w:p>
        </w:tc>
      </w:tr>
      <w:tr w:rsidR="0085747A" w:rsidRPr="009C54AE" w14:paraId="3AF427CC" w14:textId="77777777" w:rsidTr="00315AB5">
        <w:tc>
          <w:tcPr>
            <w:tcW w:w="1678" w:type="dxa"/>
          </w:tcPr>
          <w:p w14:paraId="2909FD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7F485F32" w14:textId="77777777" w:rsidR="0085747A" w:rsidRPr="009C54AE" w:rsidRDefault="00AD7B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uporządkowaną wiedzę o normach prawnych, zawodowych, etycznych i regułach organizujących struktury społeczne i instytucje społeczne działające na rzecz integracji społecznej</w:t>
            </w:r>
          </w:p>
        </w:tc>
        <w:tc>
          <w:tcPr>
            <w:tcW w:w="1865" w:type="dxa"/>
          </w:tcPr>
          <w:p w14:paraId="1678FFA5" w14:textId="77777777" w:rsidR="0085747A" w:rsidRPr="009C54AE" w:rsidRDefault="00AD7B2E" w:rsidP="00A652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652EE">
              <w:rPr>
                <w:rFonts w:ascii="Corbel" w:hAnsi="Corbel"/>
                <w:b w:val="0"/>
                <w:smallCaps w:val="0"/>
                <w:szCs w:val="24"/>
              </w:rPr>
              <w:t>W11</w:t>
            </w:r>
          </w:p>
        </w:tc>
      </w:tr>
      <w:tr w:rsidR="00315AB5" w:rsidRPr="009C54AE" w14:paraId="53173E2E" w14:textId="77777777" w:rsidTr="00315AB5">
        <w:tc>
          <w:tcPr>
            <w:tcW w:w="1678" w:type="dxa"/>
          </w:tcPr>
          <w:p w14:paraId="43A78232" w14:textId="77777777" w:rsidR="00315AB5" w:rsidRPr="009C54AE" w:rsidRDefault="00315AB5" w:rsidP="00315A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0C3A7DC7" w14:textId="77777777" w:rsidR="00315AB5" w:rsidRPr="009C54AE" w:rsidRDefault="00315AB5" w:rsidP="00315A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proponowane rozwiązania konkretnych problemów społecznych oraz umie przeciwdziałać wykluczeniu społecznemu proponując w tym zakresie odpowiednie rozstrzygnięcia</w:t>
            </w:r>
          </w:p>
        </w:tc>
        <w:tc>
          <w:tcPr>
            <w:tcW w:w="1865" w:type="dxa"/>
          </w:tcPr>
          <w:p w14:paraId="3AF7E4F4" w14:textId="77777777" w:rsidR="00315AB5" w:rsidRPr="009C54AE" w:rsidRDefault="00315AB5" w:rsidP="00315A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K_U09 </w:t>
            </w:r>
          </w:p>
        </w:tc>
      </w:tr>
      <w:tr w:rsidR="00315AB5" w:rsidRPr="009C54AE" w14:paraId="4ACE70A4" w14:textId="77777777" w:rsidTr="00315AB5">
        <w:tc>
          <w:tcPr>
            <w:tcW w:w="1678" w:type="dxa"/>
          </w:tcPr>
          <w:p w14:paraId="3DB946E0" w14:textId="77777777" w:rsidR="00315AB5" w:rsidRPr="009C54AE" w:rsidRDefault="00315AB5" w:rsidP="00315A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07E0C2E4" w14:textId="77777777" w:rsidR="00315AB5" w:rsidRPr="009C54AE" w:rsidRDefault="00315AB5" w:rsidP="00315A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rozumienia ludzkich zachowań i analizowania ich motywów oraz ich konsekwencji (społecznych, kulturowych, prawnych i ekonomicznych)</w:t>
            </w:r>
          </w:p>
        </w:tc>
        <w:tc>
          <w:tcPr>
            <w:tcW w:w="1865" w:type="dxa"/>
          </w:tcPr>
          <w:p w14:paraId="54A14B31" w14:textId="77777777" w:rsidR="00315AB5" w:rsidRDefault="00315AB5" w:rsidP="00315A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 12</w:t>
            </w:r>
          </w:p>
        </w:tc>
      </w:tr>
      <w:tr w:rsidR="00315AB5" w:rsidRPr="009C54AE" w14:paraId="08B32076" w14:textId="77777777" w:rsidTr="00315AB5">
        <w:tc>
          <w:tcPr>
            <w:tcW w:w="1678" w:type="dxa"/>
          </w:tcPr>
          <w:p w14:paraId="6CC4153F" w14:textId="77777777" w:rsidR="00315AB5" w:rsidRPr="009C54AE" w:rsidRDefault="00315AB5" w:rsidP="00315A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397011A4" w14:textId="77777777" w:rsidR="00315AB5" w:rsidRPr="009C54AE" w:rsidRDefault="00315AB5" w:rsidP="00315A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podejściami teoretycznymi w analizowaniu różnych aspektów ludzkich zachowań w celu diagnozowania, prognozowania oraz formułowania programów działań socjalnych</w:t>
            </w:r>
          </w:p>
        </w:tc>
        <w:tc>
          <w:tcPr>
            <w:tcW w:w="1865" w:type="dxa"/>
          </w:tcPr>
          <w:p w14:paraId="1B618EE1" w14:textId="77777777" w:rsidR="00315AB5" w:rsidRDefault="00315AB5" w:rsidP="00315A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5AF116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1987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E42DE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6543E8B" w14:textId="77777777" w:rsidR="00675843" w:rsidRPr="00967CB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67CBD" w14:paraId="56F140EA" w14:textId="77777777" w:rsidTr="005939C8">
        <w:trPr>
          <w:gridAfter w:val="1"/>
          <w:wAfter w:w="6" w:type="dxa"/>
        </w:trPr>
        <w:tc>
          <w:tcPr>
            <w:tcW w:w="9520" w:type="dxa"/>
          </w:tcPr>
          <w:p w14:paraId="18F054C8" w14:textId="77777777" w:rsidR="0085747A" w:rsidRPr="00967CB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39C8" w:rsidRPr="00967CBD" w14:paraId="3AB71914" w14:textId="77777777" w:rsidTr="005939C8">
        <w:tc>
          <w:tcPr>
            <w:tcW w:w="9526" w:type="dxa"/>
            <w:gridSpan w:val="2"/>
          </w:tcPr>
          <w:p w14:paraId="00543D0F" w14:textId="77777777" w:rsidR="005939C8" w:rsidRPr="00967CBD" w:rsidRDefault="005939C8" w:rsidP="00B179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Pojęcie i przedmiot polityki społecznej.</w:t>
            </w:r>
          </w:p>
        </w:tc>
      </w:tr>
      <w:tr w:rsidR="005939C8" w:rsidRPr="00967CBD" w14:paraId="3796C97F" w14:textId="77777777" w:rsidTr="005939C8">
        <w:tc>
          <w:tcPr>
            <w:tcW w:w="9526" w:type="dxa"/>
            <w:gridSpan w:val="2"/>
          </w:tcPr>
          <w:p w14:paraId="1D49E9B0" w14:textId="77777777" w:rsidR="005939C8" w:rsidRPr="00967CBD" w:rsidRDefault="005939C8" w:rsidP="00B179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Polityka społeczna – geneza i rozwój.</w:t>
            </w:r>
          </w:p>
        </w:tc>
      </w:tr>
      <w:tr w:rsidR="005939C8" w:rsidRPr="00967CBD" w14:paraId="211DE92C" w14:textId="77777777" w:rsidTr="005939C8">
        <w:tc>
          <w:tcPr>
            <w:tcW w:w="9526" w:type="dxa"/>
            <w:gridSpan w:val="2"/>
          </w:tcPr>
          <w:p w14:paraId="2EBCEEB2" w14:textId="77777777" w:rsidR="005939C8" w:rsidRPr="00967CBD" w:rsidRDefault="005939C8" w:rsidP="00B179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Polska polityka społeczna w XX wieku – wybrane zagadnienia.</w:t>
            </w:r>
          </w:p>
        </w:tc>
      </w:tr>
      <w:tr w:rsidR="005939C8" w:rsidRPr="00967CBD" w14:paraId="4013535E" w14:textId="77777777" w:rsidTr="005939C8">
        <w:tc>
          <w:tcPr>
            <w:tcW w:w="9526" w:type="dxa"/>
            <w:gridSpan w:val="2"/>
          </w:tcPr>
          <w:p w14:paraId="138713E7" w14:textId="77777777" w:rsidR="005939C8" w:rsidRPr="00967CBD" w:rsidRDefault="005939C8" w:rsidP="00B179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Demograficzne aspekty polityki społecznej.</w:t>
            </w:r>
          </w:p>
        </w:tc>
      </w:tr>
      <w:tr w:rsidR="005939C8" w:rsidRPr="00967CBD" w14:paraId="74EE4DCF" w14:textId="77777777" w:rsidTr="005939C8">
        <w:tc>
          <w:tcPr>
            <w:tcW w:w="9526" w:type="dxa"/>
            <w:gridSpan w:val="2"/>
          </w:tcPr>
          <w:p w14:paraId="40721DCE" w14:textId="77777777" w:rsidR="005939C8" w:rsidRPr="00967CBD" w:rsidRDefault="005939C8" w:rsidP="00B179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Polityka zatrudnienia – uwarunkowania, cele i formy.</w:t>
            </w:r>
          </w:p>
        </w:tc>
      </w:tr>
      <w:tr w:rsidR="005939C8" w:rsidRPr="00967CBD" w14:paraId="3504D8FF" w14:textId="77777777" w:rsidTr="005939C8">
        <w:tc>
          <w:tcPr>
            <w:tcW w:w="9526" w:type="dxa"/>
            <w:gridSpan w:val="2"/>
          </w:tcPr>
          <w:p w14:paraId="752C0691" w14:textId="77777777" w:rsidR="005939C8" w:rsidRPr="00967CBD" w:rsidRDefault="005939C8" w:rsidP="002E2C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Polityka rodzinna.</w:t>
            </w:r>
          </w:p>
        </w:tc>
      </w:tr>
      <w:tr w:rsidR="005939C8" w:rsidRPr="00967CBD" w14:paraId="692FB195" w14:textId="77777777" w:rsidTr="005939C8">
        <w:tc>
          <w:tcPr>
            <w:tcW w:w="9526" w:type="dxa"/>
            <w:gridSpan w:val="2"/>
          </w:tcPr>
          <w:p w14:paraId="16056CE8" w14:textId="77777777" w:rsidR="005939C8" w:rsidRPr="00967CBD" w:rsidRDefault="005939C8" w:rsidP="00B179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lastRenderedPageBreak/>
              <w:t>Polityka ubezpieczeń społecznych.</w:t>
            </w:r>
          </w:p>
        </w:tc>
      </w:tr>
      <w:tr w:rsidR="005939C8" w:rsidRPr="00967CBD" w14:paraId="0DC2EB5E" w14:textId="77777777" w:rsidTr="005939C8">
        <w:tc>
          <w:tcPr>
            <w:tcW w:w="9526" w:type="dxa"/>
            <w:gridSpan w:val="2"/>
          </w:tcPr>
          <w:p w14:paraId="65BC8EE6" w14:textId="77777777" w:rsidR="005939C8" w:rsidRPr="00967CBD" w:rsidRDefault="005939C8" w:rsidP="00B179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Polityka ochrony zdrowia.</w:t>
            </w:r>
          </w:p>
        </w:tc>
      </w:tr>
      <w:tr w:rsidR="005939C8" w:rsidRPr="00967CBD" w14:paraId="7AA0B860" w14:textId="77777777" w:rsidTr="005939C8">
        <w:tc>
          <w:tcPr>
            <w:tcW w:w="9526" w:type="dxa"/>
            <w:gridSpan w:val="2"/>
          </w:tcPr>
          <w:p w14:paraId="09CC3883" w14:textId="77777777" w:rsidR="005939C8" w:rsidRPr="00967CBD" w:rsidRDefault="005939C8" w:rsidP="00B179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Problemy ubóstwa w polityce społecznej.</w:t>
            </w:r>
          </w:p>
        </w:tc>
      </w:tr>
    </w:tbl>
    <w:p w14:paraId="02CE4353" w14:textId="77777777" w:rsidR="0085747A" w:rsidRPr="00967CB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DF971C9" w14:textId="77777777" w:rsidR="0085747A" w:rsidRPr="00967CB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67CB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67CBD">
        <w:rPr>
          <w:rFonts w:ascii="Corbel" w:hAnsi="Corbel"/>
          <w:sz w:val="24"/>
          <w:szCs w:val="24"/>
        </w:rPr>
        <w:t xml:space="preserve">, </w:t>
      </w:r>
      <w:r w:rsidRPr="00967CBD">
        <w:rPr>
          <w:rFonts w:ascii="Corbel" w:hAnsi="Corbel"/>
          <w:sz w:val="24"/>
          <w:szCs w:val="24"/>
        </w:rPr>
        <w:t xml:space="preserve">zajęć praktycznych </w:t>
      </w:r>
    </w:p>
    <w:p w14:paraId="258F136D" w14:textId="77777777" w:rsidR="0085747A" w:rsidRPr="00967CB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67CBD" w14:paraId="10D2E91E" w14:textId="77777777" w:rsidTr="00967CBD">
        <w:trPr>
          <w:gridAfter w:val="1"/>
          <w:wAfter w:w="6" w:type="dxa"/>
        </w:trPr>
        <w:tc>
          <w:tcPr>
            <w:tcW w:w="9520" w:type="dxa"/>
          </w:tcPr>
          <w:p w14:paraId="7CE8FA2F" w14:textId="77777777" w:rsidR="0085747A" w:rsidRPr="00967CB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7CBD" w:rsidRPr="00967CBD" w14:paraId="4332EF37" w14:textId="77777777" w:rsidTr="00967CBD">
        <w:tc>
          <w:tcPr>
            <w:tcW w:w="9526" w:type="dxa"/>
            <w:gridSpan w:val="2"/>
          </w:tcPr>
          <w:p w14:paraId="0645EA1C" w14:textId="77777777" w:rsidR="00967CBD" w:rsidRPr="00967CBD" w:rsidRDefault="00967CBD" w:rsidP="00B17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Geneza polityki społecznej, etapy kształtowania i znaczenie w życiu społecznym</w:t>
            </w:r>
          </w:p>
        </w:tc>
      </w:tr>
      <w:tr w:rsidR="00967CBD" w:rsidRPr="009C54AE" w14:paraId="4273C32B" w14:textId="77777777" w:rsidTr="00967CBD">
        <w:tc>
          <w:tcPr>
            <w:tcW w:w="9526" w:type="dxa"/>
            <w:gridSpan w:val="2"/>
          </w:tcPr>
          <w:p w14:paraId="140FEFEB" w14:textId="77777777" w:rsidR="00967CBD" w:rsidRPr="009C54AE" w:rsidRDefault="00967CBD" w:rsidP="00B17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Podmioty polityki społecznej – ich struktura i rola</w:t>
            </w:r>
          </w:p>
        </w:tc>
      </w:tr>
      <w:tr w:rsidR="00967CBD" w:rsidRPr="009C54AE" w14:paraId="6D4C2F7D" w14:textId="77777777" w:rsidTr="00967CBD">
        <w:tc>
          <w:tcPr>
            <w:tcW w:w="9526" w:type="dxa"/>
            <w:gridSpan w:val="2"/>
          </w:tcPr>
          <w:p w14:paraId="6E131652" w14:textId="77777777" w:rsidR="00967CBD" w:rsidRDefault="00967CBD" w:rsidP="00B17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5D61">
              <w:rPr>
                <w:rFonts w:ascii="Corbel" w:hAnsi="Corbel"/>
                <w:sz w:val="24"/>
                <w:szCs w:val="24"/>
              </w:rPr>
              <w:t>Wielosektorowa polityka społeczna. Powiązanie zadań polityki społecznej z celami organizacji pozarządowych</w:t>
            </w:r>
          </w:p>
        </w:tc>
      </w:tr>
      <w:tr w:rsidR="00967CBD" w:rsidRPr="009C54AE" w14:paraId="48705722" w14:textId="77777777" w:rsidTr="00967CBD">
        <w:tc>
          <w:tcPr>
            <w:tcW w:w="9526" w:type="dxa"/>
            <w:gridSpan w:val="2"/>
          </w:tcPr>
          <w:p w14:paraId="1EC6B73D" w14:textId="77777777" w:rsidR="00967CBD" w:rsidRPr="003E5D61" w:rsidRDefault="00967CBD" w:rsidP="00B17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Kwestie polityki społecznej – ubóstwo, bezrobocie, migracje,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ekokwestie</w:t>
            </w:r>
            <w:proofErr w:type="spellEnd"/>
          </w:p>
        </w:tc>
      </w:tr>
      <w:tr w:rsidR="00967CBD" w:rsidRPr="009C54AE" w14:paraId="5225974B" w14:textId="77777777" w:rsidTr="00967CBD">
        <w:tc>
          <w:tcPr>
            <w:tcW w:w="9526" w:type="dxa"/>
            <w:gridSpan w:val="2"/>
          </w:tcPr>
          <w:p w14:paraId="18CB8121" w14:textId="77777777" w:rsidR="00967CBD" w:rsidRDefault="00967CBD" w:rsidP="00B17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Feminizacja migracji i jej skutki</w:t>
            </w:r>
          </w:p>
        </w:tc>
      </w:tr>
      <w:tr w:rsidR="00967CBD" w:rsidRPr="009C54AE" w14:paraId="70D9D4E9" w14:textId="77777777" w:rsidTr="00967CBD">
        <w:tc>
          <w:tcPr>
            <w:tcW w:w="9526" w:type="dxa"/>
            <w:gridSpan w:val="2"/>
          </w:tcPr>
          <w:p w14:paraId="0729FCF4" w14:textId="77777777" w:rsidR="00967CBD" w:rsidRDefault="00967CBD" w:rsidP="00B17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Fundusze ubezpieczeń społecznych: ZUS, KRUS, NFZ</w:t>
            </w:r>
          </w:p>
        </w:tc>
      </w:tr>
      <w:tr w:rsidR="00967CBD" w:rsidRPr="009C54AE" w14:paraId="2D7B9395" w14:textId="77777777" w:rsidTr="00967CBD">
        <w:tc>
          <w:tcPr>
            <w:tcW w:w="9526" w:type="dxa"/>
            <w:gridSpan w:val="2"/>
          </w:tcPr>
          <w:p w14:paraId="6FC9D84A" w14:textId="77777777" w:rsidR="00967CBD" w:rsidRDefault="00967CBD" w:rsidP="00B17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zatrudnienia i bezrobocia</w:t>
            </w:r>
          </w:p>
        </w:tc>
      </w:tr>
      <w:tr w:rsidR="00967CBD" w:rsidRPr="009C54AE" w14:paraId="4C68D475" w14:textId="77777777" w:rsidTr="00967CBD">
        <w:tc>
          <w:tcPr>
            <w:tcW w:w="9526" w:type="dxa"/>
            <w:gridSpan w:val="2"/>
          </w:tcPr>
          <w:p w14:paraId="78D988FA" w14:textId="77777777" w:rsidR="00967CBD" w:rsidRDefault="00967CBD" w:rsidP="00B17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Aktywna polityka społeczna – jej wyzwania i założenia</w:t>
            </w:r>
          </w:p>
        </w:tc>
      </w:tr>
      <w:tr w:rsidR="00967CBD" w:rsidRPr="009C54AE" w14:paraId="078A83BF" w14:textId="77777777" w:rsidTr="00967CBD">
        <w:tc>
          <w:tcPr>
            <w:tcW w:w="9526" w:type="dxa"/>
            <w:gridSpan w:val="2"/>
          </w:tcPr>
          <w:p w14:paraId="6CAB6D3C" w14:textId="77777777" w:rsidR="00967CBD" w:rsidRDefault="00967CBD" w:rsidP="00B17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problemy ludzi pracy</w:t>
            </w:r>
          </w:p>
        </w:tc>
      </w:tr>
      <w:tr w:rsidR="00967CBD" w:rsidRPr="009C54AE" w14:paraId="07758DB8" w14:textId="77777777" w:rsidTr="00967CBD">
        <w:tc>
          <w:tcPr>
            <w:tcW w:w="9526" w:type="dxa"/>
            <w:gridSpan w:val="2"/>
          </w:tcPr>
          <w:p w14:paraId="67ECEE0E" w14:textId="77777777" w:rsidR="00967CBD" w:rsidRPr="009C54AE" w:rsidRDefault="00967CBD" w:rsidP="00B17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Wypadki przy pracy i choroby zawodowe (stres, lobbing, pracoholizm, wypalenie zawodowe)</w:t>
            </w:r>
          </w:p>
        </w:tc>
      </w:tr>
      <w:tr w:rsidR="00967CBD" w:rsidRPr="009C54AE" w14:paraId="4A5B0045" w14:textId="77777777" w:rsidTr="00967CBD">
        <w:tc>
          <w:tcPr>
            <w:tcW w:w="9526" w:type="dxa"/>
            <w:gridSpan w:val="2"/>
          </w:tcPr>
          <w:p w14:paraId="43CA7E45" w14:textId="77777777" w:rsidR="00967CBD" w:rsidRDefault="00967CBD" w:rsidP="00B17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Żebractwo i bezdomność – przyczyny, przejawy i formy pomocy</w:t>
            </w:r>
          </w:p>
        </w:tc>
      </w:tr>
      <w:tr w:rsidR="00967CBD" w:rsidRPr="009C54AE" w14:paraId="7703655C" w14:textId="77777777" w:rsidTr="00967CBD">
        <w:tc>
          <w:tcPr>
            <w:tcW w:w="9526" w:type="dxa"/>
            <w:gridSpan w:val="2"/>
          </w:tcPr>
          <w:p w14:paraId="202643CA" w14:textId="77777777" w:rsidR="00967CBD" w:rsidRDefault="00967CBD" w:rsidP="00B17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Marginalizacja, dyskryminacja i wykluczenie społeczne</w:t>
            </w:r>
          </w:p>
        </w:tc>
      </w:tr>
    </w:tbl>
    <w:p w14:paraId="585477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78634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48674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41E21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B8BC60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C38D86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D3BE4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37FD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014DC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5A8EA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1EA8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7D0F52B8" w14:textId="77777777" w:rsidTr="00837CD1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2F39EE2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5C72514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8A57F2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00B5A3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90335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37CD1" w:rsidRPr="009C54AE" w14:paraId="726FC9BF" w14:textId="77777777" w:rsidTr="00837CD1">
        <w:tc>
          <w:tcPr>
            <w:tcW w:w="1961" w:type="dxa"/>
          </w:tcPr>
          <w:p w14:paraId="4FE55840" w14:textId="77777777" w:rsidR="00837CD1" w:rsidRPr="00414DE4" w:rsidRDefault="00837CD1" w:rsidP="00B179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14D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14D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</w:tcPr>
          <w:p w14:paraId="2C776F62" w14:textId="77777777" w:rsidR="00837CD1" w:rsidRPr="00414DE4" w:rsidRDefault="00837CD1" w:rsidP="00837C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projekt, egzamin pisemny</w:t>
            </w:r>
          </w:p>
        </w:tc>
        <w:tc>
          <w:tcPr>
            <w:tcW w:w="2126" w:type="dxa"/>
            <w:gridSpan w:val="2"/>
          </w:tcPr>
          <w:p w14:paraId="7CF8DE29" w14:textId="77777777" w:rsidR="00837CD1" w:rsidRPr="00414DE4" w:rsidRDefault="00837CD1" w:rsidP="00B179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837CD1" w:rsidRPr="009C54AE" w14:paraId="4A33C28F" w14:textId="77777777" w:rsidTr="00837CD1">
        <w:tc>
          <w:tcPr>
            <w:tcW w:w="1961" w:type="dxa"/>
          </w:tcPr>
          <w:p w14:paraId="459B9228" w14:textId="77777777" w:rsidR="00837CD1" w:rsidRPr="00414DE4" w:rsidRDefault="00837CD1" w:rsidP="00B179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7C42E66A" w14:textId="77777777" w:rsidR="00837CD1" w:rsidRPr="00414DE4" w:rsidRDefault="00837CD1" w:rsidP="00837C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zaliczeniowe, </w:t>
            </w:r>
            <w:r w:rsidR="008D7C02"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prezentacja multimedialna, </w:t>
            </w:r>
            <w:r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2D8E6134" w14:textId="77777777" w:rsidR="00837CD1" w:rsidRPr="00414DE4" w:rsidRDefault="00837CD1" w:rsidP="00B179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837CD1" w:rsidRPr="009C54AE" w14:paraId="6C03DBDC" w14:textId="77777777" w:rsidTr="00837CD1">
        <w:tc>
          <w:tcPr>
            <w:tcW w:w="1961" w:type="dxa"/>
          </w:tcPr>
          <w:p w14:paraId="3EBBCA68" w14:textId="77777777" w:rsidR="00837CD1" w:rsidRPr="00414DE4" w:rsidRDefault="00837CD1" w:rsidP="00B179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9" w:type="dxa"/>
          </w:tcPr>
          <w:p w14:paraId="4550C52F" w14:textId="77777777" w:rsidR="00837CD1" w:rsidRPr="00414DE4" w:rsidRDefault="00837CD1" w:rsidP="00837C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egzamin pisemny</w:t>
            </w:r>
          </w:p>
        </w:tc>
        <w:tc>
          <w:tcPr>
            <w:tcW w:w="2126" w:type="dxa"/>
            <w:gridSpan w:val="2"/>
          </w:tcPr>
          <w:p w14:paraId="46A967E7" w14:textId="77777777" w:rsidR="00837CD1" w:rsidRPr="00414DE4" w:rsidRDefault="00837CD1" w:rsidP="00B179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837CD1" w:rsidRPr="009C54AE" w14:paraId="43BECAC9" w14:textId="77777777" w:rsidTr="00837CD1">
        <w:tc>
          <w:tcPr>
            <w:tcW w:w="1961" w:type="dxa"/>
          </w:tcPr>
          <w:p w14:paraId="6B168A0B" w14:textId="77777777" w:rsidR="00837CD1" w:rsidRPr="00414DE4" w:rsidRDefault="00837CD1" w:rsidP="00B179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9" w:type="dxa"/>
          </w:tcPr>
          <w:p w14:paraId="5ABAC367" w14:textId="77777777" w:rsidR="00837CD1" w:rsidRPr="00414DE4" w:rsidRDefault="00837CD1" w:rsidP="00837C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egzamin pisemny</w:t>
            </w:r>
          </w:p>
        </w:tc>
        <w:tc>
          <w:tcPr>
            <w:tcW w:w="2126" w:type="dxa"/>
            <w:gridSpan w:val="2"/>
          </w:tcPr>
          <w:p w14:paraId="49E7268D" w14:textId="77777777" w:rsidR="00837CD1" w:rsidRPr="00414DE4" w:rsidRDefault="00837CD1" w:rsidP="00B179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837CD1" w:rsidRPr="009C54AE" w14:paraId="746F3E3F" w14:textId="77777777" w:rsidTr="00837CD1">
        <w:tc>
          <w:tcPr>
            <w:tcW w:w="1961" w:type="dxa"/>
          </w:tcPr>
          <w:p w14:paraId="09765983" w14:textId="77777777" w:rsidR="00837CD1" w:rsidRPr="00414DE4" w:rsidRDefault="00837CD1" w:rsidP="00B179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9" w:type="dxa"/>
          </w:tcPr>
          <w:p w14:paraId="1C54BDED" w14:textId="77777777" w:rsidR="00837CD1" w:rsidRPr="00414DE4" w:rsidRDefault="00CB7291" w:rsidP="00CB7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indywidualnej pracy studenta w czasie zajęć, egzamin pisemny </w:t>
            </w:r>
          </w:p>
        </w:tc>
        <w:tc>
          <w:tcPr>
            <w:tcW w:w="2126" w:type="dxa"/>
            <w:gridSpan w:val="2"/>
          </w:tcPr>
          <w:p w14:paraId="7A06DD93" w14:textId="77777777" w:rsidR="00837CD1" w:rsidRPr="00414DE4" w:rsidRDefault="00837CD1" w:rsidP="00B179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</w:tbl>
    <w:p w14:paraId="6AB3DBD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4AE2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B9AD89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D4B2EAB" w14:textId="77777777" w:rsidTr="00923D7D">
        <w:tc>
          <w:tcPr>
            <w:tcW w:w="9670" w:type="dxa"/>
          </w:tcPr>
          <w:p w14:paraId="7E746721" w14:textId="77777777" w:rsidR="00414DE4" w:rsidRDefault="00414DE4" w:rsidP="00414D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– 1) obecności na zajęciach 10%; 2) napisanie i złożenie w terminie pisemnego referatu spełniającego wymogi pracy naukowej 10%; 3) przygotowanie, przedstawienie na ćwiczeniach i złożenie prezentacji multimedialnej 20%; 4) aktywne uczestnictwo w dyskusji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ćwiczeniach 10%; 5) kolokwium 50%</w:t>
            </w:r>
          </w:p>
          <w:p w14:paraId="52A55F70" w14:textId="77777777" w:rsidR="0085747A" w:rsidRPr="00414DE4" w:rsidRDefault="00414DE4" w:rsidP="00414DE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obecność na wykładach, pozytywna ocena z egzaminu pisemnego</w:t>
            </w:r>
          </w:p>
        </w:tc>
      </w:tr>
    </w:tbl>
    <w:p w14:paraId="384A2D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D1258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99A7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1ADF545" w14:textId="77777777" w:rsidTr="003E1941">
        <w:tc>
          <w:tcPr>
            <w:tcW w:w="4962" w:type="dxa"/>
            <w:vAlign w:val="center"/>
          </w:tcPr>
          <w:p w14:paraId="1BCDE5E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4FAB9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E44198" w14:textId="77777777" w:rsidTr="00923D7D">
        <w:tc>
          <w:tcPr>
            <w:tcW w:w="4962" w:type="dxa"/>
          </w:tcPr>
          <w:p w14:paraId="69A7531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2BC9A9" w14:textId="77777777" w:rsidR="0085747A" w:rsidRPr="009C54AE" w:rsidRDefault="0072281E" w:rsidP="007228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023EC54" w14:textId="77777777" w:rsidTr="00923D7D">
        <w:tc>
          <w:tcPr>
            <w:tcW w:w="4962" w:type="dxa"/>
          </w:tcPr>
          <w:p w14:paraId="3CB53EF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3D159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2715058" w14:textId="77777777" w:rsidR="00C61DC5" w:rsidRPr="009C54AE" w:rsidRDefault="0072281E" w:rsidP="007228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63100B7" w14:textId="77777777" w:rsidTr="00923D7D">
        <w:tc>
          <w:tcPr>
            <w:tcW w:w="4962" w:type="dxa"/>
          </w:tcPr>
          <w:p w14:paraId="1D2E1A6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B68FC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B64990" w14:textId="77777777" w:rsidR="00C61DC5" w:rsidRPr="009C54AE" w:rsidRDefault="0072281E" w:rsidP="007228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5322810" w14:textId="77777777" w:rsidTr="00923D7D">
        <w:tc>
          <w:tcPr>
            <w:tcW w:w="4962" w:type="dxa"/>
          </w:tcPr>
          <w:p w14:paraId="10F5396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AA91FB5" w14:textId="77777777" w:rsidR="0085747A" w:rsidRPr="009C54AE" w:rsidRDefault="0072281E" w:rsidP="007228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29195303" w14:textId="77777777" w:rsidTr="00923D7D">
        <w:tc>
          <w:tcPr>
            <w:tcW w:w="4962" w:type="dxa"/>
          </w:tcPr>
          <w:p w14:paraId="6037C8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70D022D" w14:textId="77777777" w:rsidR="0085747A" w:rsidRPr="0072281E" w:rsidRDefault="0072281E" w:rsidP="007228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4B926BB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B3A115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B8C8C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4FAF8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B0D2980" w14:textId="77777777" w:rsidTr="0071620A">
        <w:trPr>
          <w:trHeight w:val="397"/>
        </w:trPr>
        <w:tc>
          <w:tcPr>
            <w:tcW w:w="3544" w:type="dxa"/>
          </w:tcPr>
          <w:p w14:paraId="2B2D2B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E750A1" w14:textId="77777777" w:rsidR="0085747A" w:rsidRPr="009C54AE" w:rsidRDefault="00D40569" w:rsidP="00D405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B04CD7B" w14:textId="77777777" w:rsidTr="0071620A">
        <w:trPr>
          <w:trHeight w:val="397"/>
        </w:trPr>
        <w:tc>
          <w:tcPr>
            <w:tcW w:w="3544" w:type="dxa"/>
          </w:tcPr>
          <w:p w14:paraId="12FDD47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ECC9F37" w14:textId="77777777" w:rsidR="0085747A" w:rsidRPr="009C54AE" w:rsidRDefault="00D40569" w:rsidP="00D405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4BD2F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E9C53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03FCD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D398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7507E" w:rsidRPr="00A7507E" w14:paraId="667910D9" w14:textId="77777777" w:rsidTr="009C2C18">
        <w:trPr>
          <w:trHeight w:val="397"/>
        </w:trPr>
        <w:tc>
          <w:tcPr>
            <w:tcW w:w="7513" w:type="dxa"/>
          </w:tcPr>
          <w:p w14:paraId="14D6A150" w14:textId="77777777" w:rsidR="00A7507E" w:rsidRPr="00A7507E" w:rsidRDefault="00A7507E" w:rsidP="00A750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507E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8F7333D" w14:textId="77777777" w:rsidR="00A7507E" w:rsidRPr="00A7507E" w:rsidRDefault="00A7507E" w:rsidP="00A750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7507E">
              <w:rPr>
                <w:rFonts w:ascii="Corbel" w:hAnsi="Corbel"/>
                <w:sz w:val="24"/>
                <w:szCs w:val="24"/>
              </w:rPr>
              <w:t>Auleytner</w:t>
            </w:r>
            <w:proofErr w:type="spellEnd"/>
            <w:r w:rsidRPr="00A7507E">
              <w:rPr>
                <w:rFonts w:ascii="Corbel" w:hAnsi="Corbel"/>
                <w:sz w:val="24"/>
                <w:szCs w:val="24"/>
              </w:rPr>
              <w:t xml:space="preserve"> J. (2012). </w:t>
            </w:r>
            <w:r w:rsidRPr="00A7507E">
              <w:rPr>
                <w:rFonts w:ascii="Corbel" w:hAnsi="Corbel"/>
                <w:i/>
                <w:sz w:val="24"/>
                <w:szCs w:val="24"/>
              </w:rPr>
              <w:t>Polityka społeczna w Polsce i w świecie.</w:t>
            </w:r>
            <w:r w:rsidRPr="00A7507E">
              <w:rPr>
                <w:rFonts w:ascii="Corbel" w:hAnsi="Corbel"/>
                <w:sz w:val="24"/>
                <w:szCs w:val="24"/>
              </w:rPr>
              <w:t xml:space="preserve"> Warszawa: Wyd. Wyższej Szkoły Pedagogicznej TWP w Warszawie.</w:t>
            </w:r>
          </w:p>
          <w:p w14:paraId="19FABEB5" w14:textId="77777777" w:rsidR="00A7507E" w:rsidRPr="00A7507E" w:rsidRDefault="00A7507E" w:rsidP="00A7507E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proofErr w:type="spellStart"/>
            <w:r w:rsidRPr="00A7507E">
              <w:rPr>
                <w:rFonts w:ascii="Corbel" w:hAnsi="Corbel"/>
                <w:sz w:val="24"/>
                <w:szCs w:val="24"/>
              </w:rPr>
              <w:t>Firlit-Fesnak</w:t>
            </w:r>
            <w:proofErr w:type="spellEnd"/>
            <w:r w:rsidRPr="00A7507E">
              <w:rPr>
                <w:rFonts w:ascii="Corbel" w:hAnsi="Corbel"/>
                <w:sz w:val="24"/>
                <w:szCs w:val="24"/>
              </w:rPr>
              <w:t xml:space="preserve"> G., </w:t>
            </w:r>
            <w:proofErr w:type="spellStart"/>
            <w:r w:rsidRPr="00A7507E">
              <w:rPr>
                <w:rFonts w:ascii="Corbel" w:hAnsi="Corbel"/>
                <w:sz w:val="24"/>
                <w:szCs w:val="24"/>
              </w:rPr>
              <w:t>Szylko</w:t>
            </w:r>
            <w:proofErr w:type="spellEnd"/>
            <w:r w:rsidRPr="00A7507E">
              <w:rPr>
                <w:rFonts w:ascii="Corbel" w:hAnsi="Corbel"/>
                <w:sz w:val="24"/>
                <w:szCs w:val="24"/>
              </w:rPr>
              <w:t xml:space="preserve">-Skoczny M. (2009), </w:t>
            </w:r>
            <w:r w:rsidRPr="00A7507E">
              <w:rPr>
                <w:rFonts w:ascii="Corbel" w:hAnsi="Corbel"/>
                <w:i/>
                <w:sz w:val="24"/>
                <w:szCs w:val="24"/>
              </w:rPr>
              <w:t xml:space="preserve">Polityka społeczna. Podręcznik akademicki. </w:t>
            </w:r>
            <w:r w:rsidRPr="00A7507E">
              <w:rPr>
                <w:rFonts w:ascii="Corbel" w:hAnsi="Corbel"/>
                <w:iCs/>
                <w:sz w:val="24"/>
                <w:szCs w:val="24"/>
              </w:rPr>
              <w:t>Warszawa: Wydawnictwo Naukowe PWN.</w:t>
            </w:r>
          </w:p>
          <w:p w14:paraId="4372F268" w14:textId="77777777" w:rsidR="00A7507E" w:rsidRPr="00A7507E" w:rsidRDefault="00A7507E" w:rsidP="00A750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507E">
              <w:rPr>
                <w:rFonts w:ascii="Corbel" w:hAnsi="Corbel"/>
                <w:sz w:val="24"/>
                <w:szCs w:val="24"/>
              </w:rPr>
              <w:t xml:space="preserve">Grzywna P., </w:t>
            </w:r>
            <w:proofErr w:type="spellStart"/>
            <w:r w:rsidRPr="00A7507E">
              <w:rPr>
                <w:rFonts w:ascii="Corbel" w:hAnsi="Corbel"/>
                <w:sz w:val="24"/>
                <w:szCs w:val="24"/>
              </w:rPr>
              <w:t>Lustig</w:t>
            </w:r>
            <w:proofErr w:type="spellEnd"/>
            <w:r w:rsidRPr="00A7507E">
              <w:rPr>
                <w:rFonts w:ascii="Corbel" w:hAnsi="Corbel"/>
                <w:sz w:val="24"/>
                <w:szCs w:val="24"/>
              </w:rPr>
              <w:t xml:space="preserve"> J., Mitręga M., Stępień-Lampa N., Zasępa B. (2017). </w:t>
            </w:r>
            <w:r w:rsidRPr="00A7507E">
              <w:rPr>
                <w:rFonts w:ascii="Corbel" w:hAnsi="Corbel"/>
                <w:i/>
                <w:sz w:val="24"/>
                <w:szCs w:val="24"/>
              </w:rPr>
              <w:t>Polityka społeczna. Rozważania o teorii i praktyce</w:t>
            </w:r>
            <w:r w:rsidRPr="00A7507E">
              <w:rPr>
                <w:rFonts w:ascii="Corbel" w:hAnsi="Corbel"/>
                <w:sz w:val="24"/>
                <w:szCs w:val="24"/>
              </w:rPr>
              <w:t>. Katowice: Wyd. Uniwersytetu Śląskiego.</w:t>
            </w:r>
          </w:p>
          <w:p w14:paraId="2BCA52A7" w14:textId="77777777" w:rsidR="00A7507E" w:rsidRPr="00A7507E" w:rsidRDefault="00A7507E" w:rsidP="00A750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507E">
              <w:rPr>
                <w:rFonts w:ascii="Corbel" w:hAnsi="Corbel"/>
                <w:sz w:val="24"/>
                <w:szCs w:val="24"/>
              </w:rPr>
              <w:t xml:space="preserve">Karwacki A., Rymsza M. (2011). </w:t>
            </w:r>
            <w:r w:rsidRPr="00A7507E">
              <w:rPr>
                <w:rFonts w:ascii="Corbel" w:hAnsi="Corbel"/>
                <w:i/>
                <w:sz w:val="24"/>
                <w:szCs w:val="24"/>
              </w:rPr>
              <w:t>Meandry upowszechniania koncepcji aktywnej polityki społecznej w Polsce</w:t>
            </w:r>
            <w:r w:rsidRPr="00A7507E">
              <w:rPr>
                <w:rFonts w:ascii="Corbel" w:hAnsi="Corbel"/>
                <w:sz w:val="24"/>
                <w:szCs w:val="24"/>
              </w:rPr>
              <w:t xml:space="preserve">. W: M. </w:t>
            </w:r>
            <w:proofErr w:type="spellStart"/>
            <w:r w:rsidRPr="00A7507E">
              <w:rPr>
                <w:rFonts w:ascii="Corbel" w:hAnsi="Corbel"/>
                <w:sz w:val="24"/>
                <w:szCs w:val="24"/>
              </w:rPr>
              <w:t>Grewiński</w:t>
            </w:r>
            <w:proofErr w:type="spellEnd"/>
            <w:r w:rsidRPr="00A7507E">
              <w:rPr>
                <w:rFonts w:ascii="Corbel" w:hAnsi="Corbel"/>
                <w:sz w:val="24"/>
                <w:szCs w:val="24"/>
              </w:rPr>
              <w:t xml:space="preserve">, M. Rymsza (red.), </w:t>
            </w:r>
            <w:r w:rsidRPr="00A7507E">
              <w:rPr>
                <w:rFonts w:ascii="Corbel" w:hAnsi="Corbel"/>
                <w:i/>
                <w:sz w:val="24"/>
                <w:szCs w:val="24"/>
              </w:rPr>
              <w:t>Polityka aktywizacji w Polsce. Usługi reintegracji w sektorze gospodarki społecznej.</w:t>
            </w:r>
            <w:r w:rsidRPr="00A7507E">
              <w:rPr>
                <w:rFonts w:ascii="Corbel" w:hAnsi="Corbel"/>
                <w:sz w:val="24"/>
                <w:szCs w:val="24"/>
              </w:rPr>
              <w:t xml:space="preserve"> Warszawa: Wyższa Szkoła Pedagogiczna TWP w Warszawie.</w:t>
            </w:r>
          </w:p>
          <w:p w14:paraId="0BD1A677" w14:textId="77777777" w:rsidR="00A7507E" w:rsidRPr="00A7507E" w:rsidRDefault="00A7507E" w:rsidP="00A750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507E">
              <w:rPr>
                <w:rFonts w:ascii="Corbel" w:hAnsi="Corbel"/>
                <w:sz w:val="24"/>
                <w:szCs w:val="24"/>
              </w:rPr>
              <w:t xml:space="preserve">Rymsza M., Karwacki A. (2018). </w:t>
            </w:r>
            <w:r w:rsidRPr="00A7507E">
              <w:rPr>
                <w:rFonts w:ascii="Corbel" w:hAnsi="Corbel"/>
                <w:i/>
                <w:sz w:val="24"/>
                <w:szCs w:val="24"/>
              </w:rPr>
              <w:t>Polityka państwa wobec sektora obywatelskiego: od wspierania działalności dobroczynnej do rozwoju społeczeństwa obywatelskiego.</w:t>
            </w:r>
            <w:r w:rsidRPr="00A7507E">
              <w:rPr>
                <w:rFonts w:ascii="Corbel" w:hAnsi="Corbel"/>
                <w:sz w:val="24"/>
                <w:szCs w:val="24"/>
              </w:rPr>
              <w:t xml:space="preserve"> W: E. Bojanowska, M. </w:t>
            </w:r>
            <w:proofErr w:type="spellStart"/>
            <w:r w:rsidRPr="00A7507E">
              <w:rPr>
                <w:rFonts w:ascii="Corbel" w:hAnsi="Corbel"/>
                <w:sz w:val="24"/>
                <w:szCs w:val="24"/>
              </w:rPr>
              <w:t>Grewiński</w:t>
            </w:r>
            <w:proofErr w:type="spellEnd"/>
            <w:r w:rsidRPr="00A7507E">
              <w:rPr>
                <w:rFonts w:ascii="Corbel" w:hAnsi="Corbel"/>
                <w:sz w:val="24"/>
                <w:szCs w:val="24"/>
              </w:rPr>
              <w:t xml:space="preserve">, M. Rymsza, G. </w:t>
            </w:r>
            <w:proofErr w:type="spellStart"/>
            <w:r w:rsidRPr="00A7507E">
              <w:rPr>
                <w:rFonts w:ascii="Corbel" w:hAnsi="Corbel"/>
                <w:sz w:val="24"/>
                <w:szCs w:val="24"/>
              </w:rPr>
              <w:t>Uścińska</w:t>
            </w:r>
            <w:proofErr w:type="spellEnd"/>
            <w:r w:rsidRPr="00A7507E">
              <w:rPr>
                <w:rFonts w:ascii="Corbel" w:hAnsi="Corbel"/>
                <w:sz w:val="24"/>
                <w:szCs w:val="24"/>
              </w:rPr>
              <w:t xml:space="preserve"> (red.),</w:t>
            </w:r>
            <w:r w:rsidRPr="00A7507E">
              <w:rPr>
                <w:rFonts w:ascii="Corbel" w:hAnsi="Corbel"/>
                <w:i/>
                <w:sz w:val="24"/>
                <w:szCs w:val="24"/>
              </w:rPr>
              <w:t xml:space="preserve"> Stulecie polskiej polityki społecznej 1918-2018. </w:t>
            </w:r>
            <w:r w:rsidRPr="00A7507E">
              <w:rPr>
                <w:rFonts w:ascii="Corbel" w:hAnsi="Corbel"/>
                <w:sz w:val="24"/>
                <w:szCs w:val="24"/>
              </w:rPr>
              <w:t>Warszawa: Ministerstwo Rodziny, Pracy i Polityki Społecznej/ Narodowe Centrum Kultury.</w:t>
            </w:r>
          </w:p>
          <w:p w14:paraId="04EBD5E3" w14:textId="77777777" w:rsidR="00A7507E" w:rsidRPr="00A7507E" w:rsidRDefault="00A7507E" w:rsidP="00A750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507E">
              <w:rPr>
                <w:rFonts w:ascii="Corbel" w:hAnsi="Corbel"/>
                <w:sz w:val="24"/>
                <w:szCs w:val="24"/>
              </w:rPr>
              <w:lastRenderedPageBreak/>
              <w:t xml:space="preserve">Wiśniewski Z., Arendt  Ł. (2018). </w:t>
            </w:r>
            <w:r w:rsidRPr="00A7507E">
              <w:rPr>
                <w:rFonts w:ascii="Corbel" w:hAnsi="Corbel"/>
                <w:i/>
                <w:sz w:val="24"/>
                <w:szCs w:val="24"/>
              </w:rPr>
              <w:t>Polityka rynku pracy: od działań osłonowych do aktywizacji zawodowej.</w:t>
            </w:r>
            <w:r w:rsidRPr="00A7507E">
              <w:rPr>
                <w:rFonts w:ascii="Corbel" w:hAnsi="Corbel"/>
                <w:sz w:val="24"/>
                <w:szCs w:val="24"/>
              </w:rPr>
              <w:t xml:space="preserve"> W: E. Bojanowska, M. </w:t>
            </w:r>
            <w:proofErr w:type="spellStart"/>
            <w:r w:rsidRPr="00A7507E">
              <w:rPr>
                <w:rFonts w:ascii="Corbel" w:hAnsi="Corbel"/>
                <w:sz w:val="24"/>
                <w:szCs w:val="24"/>
              </w:rPr>
              <w:t>Grewiński</w:t>
            </w:r>
            <w:proofErr w:type="spellEnd"/>
            <w:r w:rsidRPr="00A7507E">
              <w:rPr>
                <w:rFonts w:ascii="Corbel" w:hAnsi="Corbel"/>
                <w:sz w:val="24"/>
                <w:szCs w:val="24"/>
              </w:rPr>
              <w:t xml:space="preserve">, M. Rymsza, G. </w:t>
            </w:r>
            <w:proofErr w:type="spellStart"/>
            <w:r w:rsidRPr="00A7507E">
              <w:rPr>
                <w:rFonts w:ascii="Corbel" w:hAnsi="Corbel"/>
                <w:sz w:val="24"/>
                <w:szCs w:val="24"/>
              </w:rPr>
              <w:t>Uścińska</w:t>
            </w:r>
            <w:proofErr w:type="spellEnd"/>
            <w:r w:rsidRPr="00A7507E">
              <w:rPr>
                <w:rFonts w:ascii="Corbel" w:hAnsi="Corbel"/>
                <w:sz w:val="24"/>
                <w:szCs w:val="24"/>
              </w:rPr>
              <w:t xml:space="preserve"> (red.),</w:t>
            </w:r>
            <w:r w:rsidRPr="00A7507E">
              <w:rPr>
                <w:rFonts w:ascii="Corbel" w:hAnsi="Corbel"/>
                <w:i/>
                <w:sz w:val="24"/>
                <w:szCs w:val="24"/>
              </w:rPr>
              <w:t xml:space="preserve"> Stulecie polskiej polityki społecznej 1918-2018. </w:t>
            </w:r>
            <w:r w:rsidRPr="00A7507E">
              <w:rPr>
                <w:rFonts w:ascii="Corbel" w:hAnsi="Corbel"/>
                <w:sz w:val="24"/>
                <w:szCs w:val="24"/>
              </w:rPr>
              <w:t>Warszawa: Ministerstwo Rodziny, Pracy i Polityki Społecznej/ Narodowe Centrum Kultury.</w:t>
            </w:r>
          </w:p>
        </w:tc>
      </w:tr>
      <w:tr w:rsidR="00A7507E" w:rsidRPr="00A7507E" w14:paraId="20D6D9D4" w14:textId="77777777" w:rsidTr="009C2C18">
        <w:trPr>
          <w:trHeight w:val="397"/>
        </w:trPr>
        <w:tc>
          <w:tcPr>
            <w:tcW w:w="7513" w:type="dxa"/>
          </w:tcPr>
          <w:p w14:paraId="4D883530" w14:textId="77777777" w:rsidR="00A7507E" w:rsidRPr="00A7507E" w:rsidRDefault="00A7507E" w:rsidP="00A7507E">
            <w:pPr>
              <w:spacing w:after="0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A7507E">
              <w:rPr>
                <w:rFonts w:ascii="Corbel" w:hAnsi="Corbel"/>
                <w:sz w:val="24"/>
                <w:szCs w:val="24"/>
                <w:lang w:val="en-US"/>
              </w:rPr>
              <w:t>Literatura</w:t>
            </w:r>
            <w:proofErr w:type="spellEnd"/>
            <w:r w:rsidRPr="00A7507E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507E">
              <w:rPr>
                <w:rFonts w:ascii="Corbel" w:hAnsi="Corbel"/>
                <w:sz w:val="24"/>
                <w:szCs w:val="24"/>
                <w:lang w:val="en-US"/>
              </w:rPr>
              <w:t>uzupełniająca</w:t>
            </w:r>
            <w:proofErr w:type="spellEnd"/>
            <w:r w:rsidRPr="00A7507E">
              <w:rPr>
                <w:rFonts w:ascii="Corbel" w:hAnsi="Corbel"/>
                <w:sz w:val="24"/>
                <w:szCs w:val="24"/>
                <w:lang w:val="en-US"/>
              </w:rPr>
              <w:t xml:space="preserve">: </w:t>
            </w:r>
          </w:p>
          <w:p w14:paraId="7D6D62E7" w14:textId="77777777" w:rsidR="00A7507E" w:rsidRPr="00A7507E" w:rsidRDefault="00A7507E" w:rsidP="00A7507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  <w:u w:val="single"/>
                <w:lang w:val="en-US"/>
              </w:rPr>
            </w:pPr>
            <w:r w:rsidRPr="00A7507E">
              <w:rPr>
                <w:rFonts w:ascii="Corbel" w:hAnsi="Corbel"/>
                <w:i/>
                <w:color w:val="000000"/>
                <w:sz w:val="24"/>
                <w:szCs w:val="24"/>
                <w:u w:val="single"/>
                <w:lang w:val="en-US"/>
              </w:rPr>
              <w:t xml:space="preserve">Joint Report on Social Protection and Social Inclusion. (2005). </w:t>
            </w:r>
            <w:r w:rsidRPr="00A7507E">
              <w:rPr>
                <w:rFonts w:ascii="Corbel" w:hAnsi="Corbel"/>
                <w:color w:val="000000"/>
                <w:sz w:val="24"/>
                <w:szCs w:val="24"/>
                <w:u w:val="single"/>
                <w:lang w:val="en-US"/>
              </w:rPr>
              <w:t>Luxembourg: European Commission.</w:t>
            </w:r>
          </w:p>
          <w:p w14:paraId="68782A68" w14:textId="77777777" w:rsidR="00A7507E" w:rsidRPr="00A7507E" w:rsidRDefault="00A7507E" w:rsidP="00A7507E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A7507E">
              <w:rPr>
                <w:rFonts w:ascii="Corbel" w:hAnsi="Corbel" w:cstheme="minorHAnsi"/>
                <w:color w:val="000000"/>
                <w:sz w:val="24"/>
                <w:szCs w:val="24"/>
                <w:u w:val="single"/>
                <w:lang w:val="en-US"/>
              </w:rPr>
              <w:t>Kwiatkowski</w:t>
            </w:r>
            <w:r w:rsidRPr="00A7507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E., </w:t>
            </w:r>
            <w:proofErr w:type="spellStart"/>
            <w:r w:rsidRPr="00A7507E">
              <w:rPr>
                <w:rFonts w:ascii="Corbel" w:hAnsi="Corbel" w:cstheme="minorHAnsi"/>
                <w:sz w:val="24"/>
                <w:szCs w:val="24"/>
                <w:lang w:val="en-US"/>
              </w:rPr>
              <w:t>Liberda</w:t>
            </w:r>
            <w:proofErr w:type="spellEnd"/>
            <w:r w:rsidRPr="00A7507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B. (red.). </w:t>
            </w:r>
            <w:r w:rsidRPr="00A7507E">
              <w:rPr>
                <w:rFonts w:ascii="Corbel" w:hAnsi="Corbel" w:cstheme="minorHAnsi"/>
                <w:sz w:val="24"/>
                <w:szCs w:val="24"/>
              </w:rPr>
              <w:t xml:space="preserve">(2015). </w:t>
            </w:r>
            <w:hyperlink r:id="rId8" w:history="1">
              <w:r w:rsidRPr="00A7507E">
                <w:rPr>
                  <w:rFonts w:ascii="Corbel" w:hAnsi="Corbel" w:cstheme="minorHAnsi"/>
                  <w:i/>
                  <w:iCs/>
                  <w:color w:val="000000"/>
                  <w:sz w:val="24"/>
                  <w:szCs w:val="24"/>
                </w:rPr>
                <w:t xml:space="preserve">Determinanty rozwoju Polski. Rynek pracy i demografia. Warszawa: </w:t>
              </w:r>
            </w:hyperlink>
            <w:r w:rsidRPr="00A7507E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Polskie Towarzystwo Ekonomiczne.</w:t>
            </w:r>
          </w:p>
          <w:p w14:paraId="64FFC699" w14:textId="77777777" w:rsidR="00A7507E" w:rsidRPr="00A7507E" w:rsidRDefault="00A7507E" w:rsidP="00A7507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7507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Grata P. (2013). </w:t>
            </w:r>
            <w:r w:rsidRPr="00A7507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Polityka społeczna Drugiej Rzeczypospolitej. Uwarunkowania – instytucje – działania.</w:t>
            </w:r>
            <w:r w:rsidRPr="00A7507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Rzeszów: Wydawnictwo Uniwersytetu Rzeszowskiego.</w:t>
            </w:r>
          </w:p>
          <w:p w14:paraId="4372CE39" w14:textId="77777777" w:rsidR="00A7507E" w:rsidRPr="00A7507E" w:rsidRDefault="00A7507E" w:rsidP="00A750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hyperlink r:id="rId9" w:history="1">
              <w:r w:rsidRPr="00A7507E">
                <w:rPr>
                  <w:rFonts w:ascii="Corbel" w:hAnsi="Corbel"/>
                  <w:sz w:val="24"/>
                  <w:szCs w:val="24"/>
                  <w:shd w:val="clear" w:color="auto" w:fill="FFFFFF"/>
                </w:rPr>
                <w:t xml:space="preserve">Holik G., Zieliński K., Żmija D. (2014). </w:t>
              </w:r>
              <w:r w:rsidRPr="00A7507E">
                <w:rPr>
                  <w:rFonts w:ascii="Corbel" w:hAnsi="Corbel"/>
                  <w:i/>
                  <w:sz w:val="24"/>
                  <w:szCs w:val="24"/>
                  <w:shd w:val="clear" w:color="auto" w:fill="FFFFFF"/>
                </w:rPr>
                <w:t>Wybrane kwestie społeczne w Polsce,</w:t>
              </w:r>
              <w:r w:rsidRPr="00A7507E">
                <w:rPr>
                  <w:rFonts w:ascii="Corbel" w:hAnsi="Corbel"/>
                  <w:i/>
                  <w:sz w:val="24"/>
                  <w:szCs w:val="24"/>
                </w:rPr>
                <w:t xml:space="preserve"> </w:t>
              </w:r>
              <w:r w:rsidRPr="00A7507E">
                <w:rPr>
                  <w:rFonts w:ascii="Corbel" w:hAnsi="Corbel"/>
                  <w:sz w:val="24"/>
                  <w:szCs w:val="24"/>
                  <w:shd w:val="clear" w:color="auto" w:fill="FFFFFF"/>
                </w:rPr>
                <w:t>Kraków:</w:t>
              </w:r>
              <w:r w:rsidRPr="00A7507E">
                <w:rPr>
                  <w:rFonts w:ascii="Lato" w:hAnsi="Lato"/>
                  <w:color w:val="212121"/>
                  <w:shd w:val="clear" w:color="auto" w:fill="FFFFFF"/>
                </w:rPr>
                <w:t xml:space="preserve"> Wydawnictwo Uniwersytetu Ekonomicznego.</w:t>
              </w:r>
              <w:r w:rsidRPr="00A7507E">
                <w:rPr>
                  <w:rFonts w:ascii="Corbel" w:hAnsi="Corbel"/>
                  <w:sz w:val="24"/>
                  <w:szCs w:val="24"/>
                  <w:shd w:val="clear" w:color="auto" w:fill="FFFFFF"/>
                </w:rPr>
                <w:t xml:space="preserve"> </w:t>
              </w:r>
            </w:hyperlink>
          </w:p>
          <w:p w14:paraId="265E371A" w14:textId="77777777" w:rsidR="00A7507E" w:rsidRPr="00A7507E" w:rsidRDefault="00A7507E" w:rsidP="00A750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507E">
              <w:rPr>
                <w:rFonts w:ascii="Corbel" w:hAnsi="Corbel"/>
                <w:sz w:val="24"/>
                <w:szCs w:val="24"/>
              </w:rPr>
              <w:t xml:space="preserve">Rymsza M. (2013). </w:t>
            </w:r>
            <w:r w:rsidRPr="00A7507E">
              <w:rPr>
                <w:rFonts w:ascii="Corbel" w:hAnsi="Corbel"/>
                <w:i/>
                <w:sz w:val="24"/>
                <w:szCs w:val="24"/>
              </w:rPr>
              <w:t xml:space="preserve">Aktywizacja w polityce społecznej. W stronę rekonstrukcji europejskich </w:t>
            </w:r>
            <w:proofErr w:type="spellStart"/>
            <w:r w:rsidRPr="00A7507E">
              <w:rPr>
                <w:rFonts w:ascii="Corbel" w:hAnsi="Corbel"/>
                <w:i/>
                <w:sz w:val="24"/>
                <w:szCs w:val="24"/>
              </w:rPr>
              <w:t>Welfare</w:t>
            </w:r>
            <w:proofErr w:type="spellEnd"/>
            <w:r w:rsidRPr="00A7507E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A7507E">
              <w:rPr>
                <w:rFonts w:ascii="Corbel" w:hAnsi="Corbel"/>
                <w:i/>
                <w:sz w:val="24"/>
                <w:szCs w:val="24"/>
              </w:rPr>
              <w:t>States</w:t>
            </w:r>
            <w:proofErr w:type="spellEnd"/>
            <w:r w:rsidRPr="00A7507E">
              <w:rPr>
                <w:rFonts w:ascii="Corbel" w:hAnsi="Corbel"/>
                <w:i/>
                <w:sz w:val="24"/>
                <w:szCs w:val="24"/>
              </w:rPr>
              <w:t xml:space="preserve">? </w:t>
            </w:r>
            <w:r w:rsidRPr="00A7507E">
              <w:rPr>
                <w:rFonts w:ascii="Corbel" w:hAnsi="Corbel"/>
                <w:sz w:val="24"/>
                <w:szCs w:val="24"/>
              </w:rPr>
              <w:t xml:space="preserve">Warszawa: Wyd. </w:t>
            </w:r>
            <w:proofErr w:type="spellStart"/>
            <w:r w:rsidRPr="00A7507E">
              <w:rPr>
                <w:rFonts w:ascii="Corbel" w:hAnsi="Corbel"/>
                <w:sz w:val="24"/>
                <w:szCs w:val="24"/>
              </w:rPr>
              <w:t>IFiS</w:t>
            </w:r>
            <w:proofErr w:type="spellEnd"/>
            <w:r w:rsidRPr="00A7507E">
              <w:rPr>
                <w:rFonts w:ascii="Corbel" w:hAnsi="Corbel"/>
                <w:sz w:val="24"/>
                <w:szCs w:val="24"/>
              </w:rPr>
              <w:t xml:space="preserve"> PAN.</w:t>
            </w:r>
          </w:p>
          <w:p w14:paraId="0774A47C" w14:textId="77777777" w:rsidR="00A7507E" w:rsidRPr="00A7507E" w:rsidRDefault="00A7507E" w:rsidP="00A7507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7507E">
              <w:rPr>
                <w:rFonts w:ascii="Corbel" w:hAnsi="Corbel"/>
                <w:iCs/>
                <w:sz w:val="24"/>
                <w:szCs w:val="24"/>
              </w:rPr>
              <w:t>Ucieklak</w:t>
            </w:r>
            <w:proofErr w:type="spellEnd"/>
            <w:r w:rsidRPr="00A7507E">
              <w:rPr>
                <w:rFonts w:ascii="Corbel" w:hAnsi="Corbel"/>
                <w:iCs/>
                <w:sz w:val="24"/>
                <w:szCs w:val="24"/>
              </w:rPr>
              <w:t>-Jeż P., Bem A. (2014).</w:t>
            </w:r>
            <w:r w:rsidRPr="00A7507E">
              <w:rPr>
                <w:rFonts w:ascii="Corbel" w:hAnsi="Corbel"/>
                <w:i/>
                <w:sz w:val="24"/>
                <w:szCs w:val="24"/>
              </w:rPr>
              <w:t xml:space="preserve">Opieka zdrowotna. Wybrane zagadnienia. </w:t>
            </w:r>
            <w:r w:rsidRPr="00A7507E">
              <w:rPr>
                <w:rFonts w:ascii="Corbel" w:hAnsi="Corbel"/>
                <w:sz w:val="24"/>
                <w:szCs w:val="24"/>
              </w:rPr>
              <w:t>Częstochowa: Wydawnictwo im. Stanisława Podobińskiego Akademii im. Jana Długosza.</w:t>
            </w:r>
          </w:p>
        </w:tc>
      </w:tr>
    </w:tbl>
    <w:p w14:paraId="408DD27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D118D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3EFF4" w14:textId="77777777" w:rsidR="008574A6" w:rsidRDefault="008574A6" w:rsidP="00C16ABF">
      <w:pPr>
        <w:spacing w:after="0" w:line="240" w:lineRule="auto"/>
      </w:pPr>
      <w:r>
        <w:separator/>
      </w:r>
    </w:p>
  </w:endnote>
  <w:endnote w:type="continuationSeparator" w:id="0">
    <w:p w14:paraId="7892BE7E" w14:textId="77777777" w:rsidR="008574A6" w:rsidRDefault="008574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B449B" w14:textId="77777777" w:rsidR="008574A6" w:rsidRDefault="008574A6" w:rsidP="00C16ABF">
      <w:pPr>
        <w:spacing w:after="0" w:line="240" w:lineRule="auto"/>
      </w:pPr>
      <w:r>
        <w:separator/>
      </w:r>
    </w:p>
  </w:footnote>
  <w:footnote w:type="continuationSeparator" w:id="0">
    <w:p w14:paraId="3FDF4574" w14:textId="77777777" w:rsidR="008574A6" w:rsidRDefault="008574A6" w:rsidP="00C16ABF">
      <w:pPr>
        <w:spacing w:after="0" w:line="240" w:lineRule="auto"/>
      </w:pPr>
      <w:r>
        <w:continuationSeparator/>
      </w:r>
    </w:p>
  </w:footnote>
  <w:footnote w:id="1">
    <w:p w14:paraId="5BF1FC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8202BC"/>
    <w:multiLevelType w:val="hybridMultilevel"/>
    <w:tmpl w:val="8772BF78"/>
    <w:lvl w:ilvl="0" w:tplc="F9EA0D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1A4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419"/>
    <w:rsid w:val="000F5615"/>
    <w:rsid w:val="001106D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1F6C"/>
    <w:rsid w:val="001D657B"/>
    <w:rsid w:val="001D7B54"/>
    <w:rsid w:val="001E0209"/>
    <w:rsid w:val="001F2CA2"/>
    <w:rsid w:val="002144C0"/>
    <w:rsid w:val="00220D46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16"/>
    <w:rsid w:val="002F02A3"/>
    <w:rsid w:val="002F4ABE"/>
    <w:rsid w:val="002F695B"/>
    <w:rsid w:val="003018BA"/>
    <w:rsid w:val="0030395F"/>
    <w:rsid w:val="00305C92"/>
    <w:rsid w:val="003151C5"/>
    <w:rsid w:val="00315AB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D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E4C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39C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00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81E"/>
    <w:rsid w:val="00724677"/>
    <w:rsid w:val="00725459"/>
    <w:rsid w:val="00727A9D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6E92"/>
    <w:rsid w:val="007F4155"/>
    <w:rsid w:val="0081554D"/>
    <w:rsid w:val="0081707E"/>
    <w:rsid w:val="00837CD1"/>
    <w:rsid w:val="008449B3"/>
    <w:rsid w:val="008552A2"/>
    <w:rsid w:val="0085747A"/>
    <w:rsid w:val="008574A6"/>
    <w:rsid w:val="008675C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C02"/>
    <w:rsid w:val="008E64F4"/>
    <w:rsid w:val="008F12C9"/>
    <w:rsid w:val="008F6E29"/>
    <w:rsid w:val="00916188"/>
    <w:rsid w:val="00923D7D"/>
    <w:rsid w:val="0093240D"/>
    <w:rsid w:val="009508DF"/>
    <w:rsid w:val="00950DAC"/>
    <w:rsid w:val="00954A07"/>
    <w:rsid w:val="00967CB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5C8"/>
    <w:rsid w:val="00A53FA5"/>
    <w:rsid w:val="00A54817"/>
    <w:rsid w:val="00A601C8"/>
    <w:rsid w:val="00A60799"/>
    <w:rsid w:val="00A652EE"/>
    <w:rsid w:val="00A7507E"/>
    <w:rsid w:val="00A84C85"/>
    <w:rsid w:val="00A97DE1"/>
    <w:rsid w:val="00AB053C"/>
    <w:rsid w:val="00AD1146"/>
    <w:rsid w:val="00AD27D3"/>
    <w:rsid w:val="00AD66D6"/>
    <w:rsid w:val="00AD7B2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37D"/>
    <w:rsid w:val="00B75946"/>
    <w:rsid w:val="00B8056E"/>
    <w:rsid w:val="00B819C8"/>
    <w:rsid w:val="00B82308"/>
    <w:rsid w:val="00B83895"/>
    <w:rsid w:val="00B90885"/>
    <w:rsid w:val="00BB520A"/>
    <w:rsid w:val="00BB7DA0"/>
    <w:rsid w:val="00BD3869"/>
    <w:rsid w:val="00BD66E9"/>
    <w:rsid w:val="00BD6FF4"/>
    <w:rsid w:val="00BE2CDF"/>
    <w:rsid w:val="00BE5013"/>
    <w:rsid w:val="00BF2C41"/>
    <w:rsid w:val="00C058B4"/>
    <w:rsid w:val="00C05F44"/>
    <w:rsid w:val="00C131B5"/>
    <w:rsid w:val="00C16ABF"/>
    <w:rsid w:val="00C170AE"/>
    <w:rsid w:val="00C202E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7291"/>
    <w:rsid w:val="00CC6B51"/>
    <w:rsid w:val="00CD6897"/>
    <w:rsid w:val="00CE5BAC"/>
    <w:rsid w:val="00CF25BE"/>
    <w:rsid w:val="00CF462E"/>
    <w:rsid w:val="00CF78ED"/>
    <w:rsid w:val="00D02B25"/>
    <w:rsid w:val="00D02EBA"/>
    <w:rsid w:val="00D17C3C"/>
    <w:rsid w:val="00D26B2C"/>
    <w:rsid w:val="00D352C9"/>
    <w:rsid w:val="00D40569"/>
    <w:rsid w:val="00D425B2"/>
    <w:rsid w:val="00D428D6"/>
    <w:rsid w:val="00D46B9C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7EFF"/>
    <w:rsid w:val="00E742AA"/>
    <w:rsid w:val="00E77E88"/>
    <w:rsid w:val="00E8107D"/>
    <w:rsid w:val="00E845EF"/>
    <w:rsid w:val="00E92308"/>
    <w:rsid w:val="00E960BB"/>
    <w:rsid w:val="00EA2074"/>
    <w:rsid w:val="00EA4832"/>
    <w:rsid w:val="00EA4E9D"/>
    <w:rsid w:val="00EB34B4"/>
    <w:rsid w:val="00EC4899"/>
    <w:rsid w:val="00ED03AB"/>
    <w:rsid w:val="00ED32D2"/>
    <w:rsid w:val="00EE32DE"/>
    <w:rsid w:val="00EE5457"/>
    <w:rsid w:val="00F066B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5C4B0"/>
  <w15:docId w15:val="{D781E437-167F-46A2-9C97-0579A6EE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javascript:LoadWebPg('wo2_opbib.p',%20'&amp;RODZAJ=1&amp;ID=418039&amp;widok=26&amp;N1=W10114516&amp;N2=79&amp;N3=26&amp;N4=KHW&amp;HN1=262401453120&amp;HN2=3&amp;HN3=262501603939');" TargetMode="Externa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C659EC-7646-48F9-957D-F2CBCA386C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50DB21-DB8E-4DED-A3D4-FB515B63AA3A}"/>
</file>

<file path=customXml/itemProps3.xml><?xml version="1.0" encoding="utf-8"?>
<ds:datastoreItem xmlns:ds="http://schemas.openxmlformats.org/officeDocument/2006/customXml" ds:itemID="{AB154AB2-3CD8-4716-A30D-5F8F33CD0838}"/>
</file>

<file path=customXml/itemProps4.xml><?xml version="1.0" encoding="utf-8"?>
<ds:datastoreItem xmlns:ds="http://schemas.openxmlformats.org/officeDocument/2006/customXml" ds:itemID="{D0DE6C35-B03B-41D0-8D50-BD8309580AB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1262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5</cp:revision>
  <cp:lastPrinted>2019-02-06T12:12:00Z</cp:lastPrinted>
  <dcterms:created xsi:type="dcterms:W3CDTF">2020-10-27T10:14:00Z</dcterms:created>
  <dcterms:modified xsi:type="dcterms:W3CDTF">2021-10-01T14:18:00Z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